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20C" w:rsidRPr="0018620C" w:rsidRDefault="0018620C" w:rsidP="0018620C">
      <w:pPr>
        <w:spacing w:after="0"/>
        <w:jc w:val="right"/>
        <w:rPr>
          <w:sz w:val="32"/>
          <w:szCs w:val="32"/>
        </w:rPr>
      </w:pPr>
      <w:r w:rsidRPr="0018620C">
        <w:rPr>
          <w:sz w:val="32"/>
          <w:szCs w:val="32"/>
        </w:rPr>
        <w:t>Jennifer Alexander</w:t>
      </w:r>
    </w:p>
    <w:p w:rsidR="0018620C" w:rsidRPr="0018620C" w:rsidRDefault="0018620C" w:rsidP="0018620C">
      <w:pPr>
        <w:spacing w:after="0"/>
        <w:jc w:val="right"/>
        <w:rPr>
          <w:sz w:val="32"/>
          <w:szCs w:val="32"/>
        </w:rPr>
      </w:pPr>
      <w:r w:rsidRPr="0018620C">
        <w:rPr>
          <w:sz w:val="32"/>
          <w:szCs w:val="32"/>
        </w:rPr>
        <w:t>Timken Senior HS</w:t>
      </w:r>
    </w:p>
    <w:p w:rsidR="0018620C" w:rsidRPr="0018620C" w:rsidRDefault="0018620C">
      <w:pPr>
        <w:rPr>
          <w:sz w:val="32"/>
          <w:szCs w:val="32"/>
        </w:rPr>
      </w:pPr>
    </w:p>
    <w:p w:rsidR="00DB7FBA" w:rsidRPr="0018620C" w:rsidRDefault="00FB0557">
      <w:pPr>
        <w:rPr>
          <w:sz w:val="32"/>
          <w:szCs w:val="32"/>
        </w:rPr>
      </w:pPr>
      <w:r w:rsidRPr="0018620C">
        <w:rPr>
          <w:sz w:val="32"/>
          <w:szCs w:val="32"/>
        </w:rPr>
        <w:t>Lesson: “90 Miles to Havana”</w:t>
      </w:r>
    </w:p>
    <w:p w:rsidR="00DB7FBA" w:rsidRPr="0018620C" w:rsidRDefault="00DB7FBA">
      <w:pPr>
        <w:rPr>
          <w:sz w:val="32"/>
          <w:szCs w:val="32"/>
        </w:rPr>
      </w:pPr>
      <w:r w:rsidRPr="0018620C">
        <w:rPr>
          <w:sz w:val="32"/>
          <w:szCs w:val="32"/>
        </w:rPr>
        <w:t>Level:  Spanish 1 or 2</w:t>
      </w:r>
    </w:p>
    <w:p w:rsidR="00DB7FBA" w:rsidRPr="0018620C" w:rsidRDefault="00DB7FBA">
      <w:pPr>
        <w:rPr>
          <w:sz w:val="32"/>
          <w:szCs w:val="32"/>
        </w:rPr>
      </w:pPr>
    </w:p>
    <w:p w:rsidR="00DB7FBA" w:rsidRPr="0018620C" w:rsidRDefault="00DB7FBA">
      <w:pPr>
        <w:rPr>
          <w:sz w:val="32"/>
          <w:szCs w:val="32"/>
        </w:rPr>
      </w:pPr>
      <w:r w:rsidRPr="0018620C">
        <w:rPr>
          <w:sz w:val="32"/>
          <w:szCs w:val="32"/>
        </w:rPr>
        <w:t xml:space="preserve">Objective: </w:t>
      </w:r>
      <w:r w:rsidR="00F702CE" w:rsidRPr="0018620C">
        <w:rPr>
          <w:sz w:val="32"/>
          <w:szCs w:val="32"/>
        </w:rPr>
        <w:t>Students will learn the basics about Cuba and</w:t>
      </w:r>
      <w:r w:rsidR="00FB0557" w:rsidRPr="0018620C">
        <w:rPr>
          <w:sz w:val="32"/>
          <w:szCs w:val="32"/>
        </w:rPr>
        <w:t xml:space="preserve"> the history of the Revolution, and how children were affected by this event.</w:t>
      </w:r>
    </w:p>
    <w:p w:rsidR="00F702CE" w:rsidRPr="0018620C" w:rsidRDefault="00FB0557">
      <w:pPr>
        <w:rPr>
          <w:sz w:val="32"/>
          <w:szCs w:val="32"/>
        </w:rPr>
      </w:pPr>
      <w:r w:rsidRPr="0018620C">
        <w:rPr>
          <w:sz w:val="32"/>
          <w:szCs w:val="32"/>
        </w:rPr>
        <w:t xml:space="preserve">Materials: book, “90 Miles to Havana,” </w:t>
      </w:r>
      <w:r w:rsidR="00E96911" w:rsidRPr="0018620C">
        <w:rPr>
          <w:sz w:val="32"/>
          <w:szCs w:val="32"/>
        </w:rPr>
        <w:t xml:space="preserve">(five chapters copied), KWL worksheet, and </w:t>
      </w:r>
      <w:r w:rsidR="00E96911" w:rsidRPr="0018620C">
        <w:rPr>
          <w:i/>
          <w:sz w:val="32"/>
          <w:szCs w:val="32"/>
        </w:rPr>
        <w:t xml:space="preserve">Cuba </w:t>
      </w:r>
      <w:proofErr w:type="gramStart"/>
      <w:r w:rsidR="00E96911" w:rsidRPr="0018620C">
        <w:rPr>
          <w:i/>
          <w:sz w:val="32"/>
          <w:szCs w:val="32"/>
        </w:rPr>
        <w:t>For</w:t>
      </w:r>
      <w:proofErr w:type="gramEnd"/>
      <w:r w:rsidR="00E96911" w:rsidRPr="0018620C">
        <w:rPr>
          <w:i/>
          <w:sz w:val="32"/>
          <w:szCs w:val="32"/>
        </w:rPr>
        <w:t xml:space="preserve"> Kids</w:t>
      </w:r>
      <w:r w:rsidR="00E96911" w:rsidRPr="0018620C">
        <w:rPr>
          <w:sz w:val="32"/>
          <w:szCs w:val="32"/>
        </w:rPr>
        <w:t xml:space="preserve"> video</w:t>
      </w:r>
    </w:p>
    <w:p w:rsidR="00E96911" w:rsidRPr="0018620C" w:rsidRDefault="00E96911">
      <w:pPr>
        <w:rPr>
          <w:sz w:val="32"/>
          <w:szCs w:val="32"/>
        </w:rPr>
      </w:pPr>
      <w:r w:rsidRPr="0018620C">
        <w:rPr>
          <w:sz w:val="32"/>
          <w:szCs w:val="32"/>
        </w:rPr>
        <w:t xml:space="preserve">Lesson: </w:t>
      </w:r>
    </w:p>
    <w:p w:rsidR="00E96911" w:rsidRPr="0018620C" w:rsidRDefault="00E96911" w:rsidP="00E96911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8620C">
        <w:rPr>
          <w:sz w:val="32"/>
          <w:szCs w:val="32"/>
        </w:rPr>
        <w:t>Each student will fill out KWL worksheet on what they know about the Cuba and the Revolution.</w:t>
      </w:r>
    </w:p>
    <w:p w:rsidR="0018620C" w:rsidRPr="0018620C" w:rsidRDefault="00E96911" w:rsidP="00E96911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8620C">
        <w:rPr>
          <w:sz w:val="32"/>
          <w:szCs w:val="32"/>
        </w:rPr>
        <w:t xml:space="preserve">Show the movie </w:t>
      </w:r>
      <w:bookmarkStart w:id="0" w:name="_GoBack"/>
      <w:r w:rsidRPr="0018620C">
        <w:rPr>
          <w:i/>
          <w:sz w:val="32"/>
          <w:szCs w:val="32"/>
        </w:rPr>
        <w:t xml:space="preserve">Cuba </w:t>
      </w:r>
      <w:proofErr w:type="gramStart"/>
      <w:r w:rsidRPr="0018620C">
        <w:rPr>
          <w:i/>
          <w:sz w:val="32"/>
          <w:szCs w:val="32"/>
        </w:rPr>
        <w:t>For</w:t>
      </w:r>
      <w:proofErr w:type="gramEnd"/>
      <w:r w:rsidRPr="0018620C">
        <w:rPr>
          <w:i/>
          <w:sz w:val="32"/>
          <w:szCs w:val="32"/>
        </w:rPr>
        <w:t xml:space="preserve"> Kids</w:t>
      </w:r>
      <w:bookmarkEnd w:id="0"/>
      <w:r w:rsidRPr="0018620C">
        <w:rPr>
          <w:sz w:val="32"/>
          <w:szCs w:val="32"/>
        </w:rPr>
        <w:t xml:space="preserve"> video </w:t>
      </w:r>
      <w:r w:rsidR="0018620C" w:rsidRPr="0018620C">
        <w:rPr>
          <w:sz w:val="32"/>
          <w:szCs w:val="32"/>
        </w:rPr>
        <w:t>for the students to get an introduction on the country.</w:t>
      </w:r>
    </w:p>
    <w:p w:rsidR="00E96911" w:rsidRPr="0018620C" w:rsidRDefault="0018620C" w:rsidP="00E96911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8620C">
        <w:rPr>
          <w:sz w:val="32"/>
          <w:szCs w:val="32"/>
        </w:rPr>
        <w:t xml:space="preserve">Introduce the book “90 Miles to Havana” by reading the first chapter to the students. </w:t>
      </w:r>
    </w:p>
    <w:p w:rsidR="0018620C" w:rsidRPr="0018620C" w:rsidRDefault="0018620C" w:rsidP="00E96911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8620C">
        <w:rPr>
          <w:sz w:val="32"/>
          <w:szCs w:val="32"/>
        </w:rPr>
        <w:t xml:space="preserve">Have students break out into five different groups. Each group will be assigned one chapter to read and report back on. The students will present their chapters to the class. </w:t>
      </w:r>
    </w:p>
    <w:p w:rsidR="0018620C" w:rsidRPr="0018620C" w:rsidRDefault="0018620C" w:rsidP="00E96911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8620C">
        <w:rPr>
          <w:sz w:val="32"/>
          <w:szCs w:val="32"/>
        </w:rPr>
        <w:t xml:space="preserve">Once the all the groups have gone, then we will discuss in more details about Pedro Pan and the history on it. </w:t>
      </w:r>
    </w:p>
    <w:p w:rsidR="0018620C" w:rsidRPr="0018620C" w:rsidRDefault="0018620C" w:rsidP="00E96911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8620C">
        <w:rPr>
          <w:sz w:val="32"/>
          <w:szCs w:val="32"/>
        </w:rPr>
        <w:t xml:space="preserve">Lastly, the students will finish their KWL worksheets. </w:t>
      </w:r>
    </w:p>
    <w:p w:rsidR="0023074A" w:rsidRDefault="00DB7FBA">
      <w:r w:rsidRPr="0018620C">
        <w:rPr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2307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14FC9"/>
    <w:multiLevelType w:val="hybridMultilevel"/>
    <w:tmpl w:val="33025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FBA"/>
    <w:rsid w:val="0018620C"/>
    <w:rsid w:val="0023074A"/>
    <w:rsid w:val="002E4448"/>
    <w:rsid w:val="00D71264"/>
    <w:rsid w:val="00DB7FBA"/>
    <w:rsid w:val="00E96911"/>
    <w:rsid w:val="00F702CE"/>
    <w:rsid w:val="00FB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69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69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A675C77F</Template>
  <TotalTime>85</TotalTime>
  <Pages>1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Fromholtz</dc:creator>
  <cp:lastModifiedBy>Jennifer Fromholtz</cp:lastModifiedBy>
  <cp:revision>1</cp:revision>
  <dcterms:created xsi:type="dcterms:W3CDTF">2012-05-18T14:17:00Z</dcterms:created>
  <dcterms:modified xsi:type="dcterms:W3CDTF">2012-05-18T15:43:00Z</dcterms:modified>
</cp:coreProperties>
</file>